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468"/>
      </w:tblGrid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F3527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СЕДМИ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FFFFFF" w:themeFill="background1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F3527B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F3527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DB7062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6</w:t>
            </w:r>
            <w:r w:rsidR="00F3527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FFFFFF" w:themeFill="background1"/>
          </w:tcPr>
          <w:p w:rsidR="003321C2" w:rsidRPr="00417219" w:rsidRDefault="003321C2" w:rsidP="00F3527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35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СЕВЕРНА  АМЕРИКА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D0461E" w:rsidRPr="00545C96" w:rsidRDefault="00D0461E" w:rsidP="00F3527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3527B" w:rsidRPr="00F35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Средња  Амери</w:t>
            </w:r>
            <w:r w:rsidR="00F35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ка--</w:t>
            </w:r>
            <w:r w:rsidR="00F3527B" w:rsidRPr="00F3527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3527B" w:rsidRPr="00F3527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Истовремено  и  Северна и  Латинска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auto"/>
          </w:tcPr>
          <w:p w:rsidR="003321C2" w:rsidRPr="00417219" w:rsidRDefault="00D0461E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F76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466279" w:rsidRDefault="003321C2" w:rsidP="00F3527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3527B" w:rsidRPr="00F35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Усвајање нових знања о специфичностима географских одлике Средње Америке</w:t>
            </w:r>
          </w:p>
        </w:tc>
      </w:tr>
      <w:tr w:rsidR="00A45210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A45210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</w:p>
          <w:p w:rsidR="00A45210" w:rsidRDefault="00A4521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</w:p>
          <w:p w:rsidR="00F3527B" w:rsidRPr="00177289" w:rsidRDefault="00F3527B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Усвајање нових знања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 природногеографскин  и  друштвеногеографским  одликама </w:t>
            </w:r>
            <w:r w:rsidRPr="00F35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Средње Америке</w:t>
            </w:r>
          </w:p>
          <w:p w:rsidR="00A45210" w:rsidRPr="00545C96" w:rsidRDefault="00A4521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Развијање способности уочавања основних својстава објеката, појава и процеса у окружењу и њихове повезаности, 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670648" w:rsidRDefault="00D0461E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F3527B" w:rsidRPr="00F3527B" w:rsidRDefault="00F3527B" w:rsidP="00F3527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35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разуме  зашто је  Средња  Америка  истовремено  и  севрноамеричка и латиноамеричка  регија</w:t>
            </w:r>
          </w:p>
          <w:p w:rsidR="00F3527B" w:rsidRPr="00F3527B" w:rsidRDefault="00F3527B" w:rsidP="00F3527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-уочи значај  Панамског  канала</w:t>
            </w:r>
          </w:p>
          <w:p w:rsidR="00F3527B" w:rsidRPr="00F3527B" w:rsidRDefault="00F3527B" w:rsidP="00F3527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-објасни  утицај  рељефа  на  климатске  одлике</w:t>
            </w:r>
          </w:p>
          <w:p w:rsidR="00F3527B" w:rsidRPr="00F3527B" w:rsidRDefault="00F3527B" w:rsidP="00F3527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-разуме  сложен   расни  и етнички  састав  становништва</w:t>
            </w:r>
          </w:p>
          <w:p w:rsidR="00F3527B" w:rsidRPr="00F3527B" w:rsidRDefault="00F3527B" w:rsidP="00F3527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-анализира  основне  одлике  привреде</w:t>
            </w:r>
          </w:p>
          <w:p w:rsidR="00D0461E" w:rsidRPr="005F7634" w:rsidRDefault="00F3527B" w:rsidP="00F3527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-сагледа  географске  одлике Мексика</w:t>
            </w:r>
          </w:p>
        </w:tc>
      </w:tr>
      <w:tr w:rsidR="00664F16" w:rsidRPr="00B37DAE" w:rsidTr="00E3469D">
        <w:tc>
          <w:tcPr>
            <w:tcW w:w="9468" w:type="dxa"/>
            <w:shd w:val="clear" w:color="auto" w:fill="auto"/>
          </w:tcPr>
          <w:p w:rsidR="00670648" w:rsidRPr="00466279" w:rsidRDefault="00664F16" w:rsidP="00E3469D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F3527B" w:rsidRDefault="005F7634" w:rsidP="005F7634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 1.1.3. Препознаје и чита географске и допунске елементе карте - чита називе мора, залива, полуострва, архипелага, острва као и планина,  низија   на простору  </w:t>
            </w:r>
            <w:r w:rsidR="00F35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Средње Америке</w:t>
            </w:r>
          </w:p>
          <w:p w:rsidR="005F7634" w:rsidRPr="005F7634" w:rsidRDefault="005F7634" w:rsidP="005F7634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ГЕ1.4.2. Препознаје основне  географске  одлике  </w:t>
            </w:r>
            <w:r w:rsidR="00F35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Сресдње  Америке</w:t>
            </w:r>
          </w:p>
          <w:p w:rsidR="00670648" w:rsidRPr="00466279" w:rsidRDefault="00670648" w:rsidP="00E3469D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  <w:r w:rsidR="004C7CD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:rsidR="005F7634" w:rsidRPr="005F7634" w:rsidRDefault="005F7634" w:rsidP="005F763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ГЕ2.1.2. Одређује положај места и тачака на географској карти –  мора, залива, полуострва, архипелага, острва  као  и  облика  рељефа на простору </w:t>
            </w:r>
            <w:r w:rsidR="00F35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Средње  Америке</w:t>
            </w:r>
          </w:p>
          <w:p w:rsidR="005F7634" w:rsidRPr="005F7634" w:rsidRDefault="005F7634" w:rsidP="005F763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ГЕ2.1.3. Препознаје и објашњава географске чињенице представљене моделом, сликом, графиком, табелом и схемом</w:t>
            </w:r>
          </w:p>
          <w:p w:rsidR="00670648" w:rsidRPr="00545C96" w:rsidRDefault="005F7634" w:rsidP="005F763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ГЕ2.4.2. Описује географске  одлике   </w:t>
            </w:r>
            <w:r w:rsidR="00F35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Средње Америке</w:t>
            </w: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664F16" w:rsidRDefault="00F3527B" w:rsidP="005F7634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3527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ГЕ3.1.1. Анализира карту и доноси закључке о просторним и каузалним везама географских чињеница Средње Америке. Уочава улогу „моста” између две Америке и два океана. Доноси закључке о положају у „Ватреном појасу Пацифика”.</w:t>
            </w:r>
          </w:p>
          <w:p w:rsidR="009A3B0C" w:rsidRDefault="009A3B0C" w:rsidP="005F7634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A3B0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ГЕ3.3.1. Објашњава утицај природних (рељеф и клима) и друштвених (колонијализам, робовласништво) фактора на одлике становништва Средње Америке</w:t>
            </w:r>
          </w:p>
          <w:p w:rsidR="009A3B0C" w:rsidRPr="005F7634" w:rsidRDefault="009A3B0C" w:rsidP="005F7634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A3B0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ГЕ3.4.1. Објашњава географске везе и законитости Средње Америке – подела на континентални и острвски део, изразита сеизмичност и вулканизам, висинска појасност климе и живог света, појава урагана.</w:t>
            </w:r>
          </w:p>
        </w:tc>
      </w:tr>
      <w:tr w:rsidR="00545C96" w:rsidRPr="00545C96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  <w:r w:rsidR="009A3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,индивидуални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</w:t>
            </w:r>
            <w:r w:rsidR="006F29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илустративно-демонстрациона,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монолошка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НАСТАВНА СРЕДСТВА: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  географије,  Географски  атлас-издање  Завод  за  уџбенике, Београд, Вежбанка  за  географију 7.  разред (неме карте), издање  Завод  за  уџбеник</w:t>
            </w:r>
            <w:r w:rsidR="009A3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е,Београд,  зидна  карта  Северне Америке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илустрације</w:t>
            </w:r>
          </w:p>
        </w:tc>
      </w:tr>
      <w:tr w:rsidR="000D1454" w:rsidRPr="00B37DAE" w:rsidTr="00E3469D">
        <w:tc>
          <w:tcPr>
            <w:tcW w:w="9468" w:type="dxa"/>
            <w:shd w:val="clear" w:color="auto" w:fill="auto"/>
          </w:tcPr>
          <w:p w:rsidR="000D1454" w:rsidRPr="000D1454" w:rsidRDefault="000D1454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</w:t>
            </w:r>
            <w:r w:rsidR="009A3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билогија</w:t>
            </w:r>
          </w:p>
        </w:tc>
      </w:tr>
      <w:tr w:rsidR="00545C96" w:rsidRPr="003321C2" w:rsidTr="00E3469D">
        <w:tc>
          <w:tcPr>
            <w:tcW w:w="9468" w:type="dxa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96516D" w:rsidRPr="00B37DAE" w:rsidTr="00E3469D">
        <w:tc>
          <w:tcPr>
            <w:tcW w:w="9468" w:type="dxa"/>
          </w:tcPr>
          <w:p w:rsidR="0096516D" w:rsidRPr="00545C96" w:rsidRDefault="009A3B0C" w:rsidP="009A3B0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A3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кратко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са  ученицима  поновљамо </w:t>
            </w:r>
            <w:r w:rsidRPr="009A3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пре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тходно знање о подели америчког  копна и </w:t>
            </w:r>
            <w:r w:rsidRPr="009A3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положају Америке.Поновљамо  знања  о климатским факторима уопште.Подсећамо ученике на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расни састав Америке у целини.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</w:t>
            </w:r>
            <w:r w:rsidR="00E3469D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1C6C13" w:rsidRPr="00B37DAE" w:rsidTr="00E3469D">
        <w:tc>
          <w:tcPr>
            <w:tcW w:w="9468" w:type="dxa"/>
          </w:tcPr>
          <w:p w:rsidR="005F7634" w:rsidRDefault="005E6F4A" w:rsidP="00E346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Питамо</w:t>
            </w:r>
            <w:r w:rsidR="002E37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ученике  да  ли  могу  да  образложе  наслов  наставне  једеинице  у уџбенику.</w:t>
            </w:r>
            <w:r w:rsidR="00257A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Описујемо географски  положај  регије између  два  континента  и  два  океана.Истичемо знач</w:t>
            </w:r>
            <w:r w:rsidR="002E37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ај  Панамске  превлаке и  Пнамског</w:t>
            </w:r>
            <w:r w:rsidR="00257A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канал</w:t>
            </w:r>
            <w:r w:rsidR="002E37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</w:t>
            </w:r>
            <w:r w:rsidR="00257A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Наглашавамо  да се  регија  састоји од  два  дела—континенталног и острвског.Наводимао  поделу  острвског  д</w:t>
            </w:r>
            <w:r w:rsidR="002E37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ела</w:t>
            </w:r>
            <w:r w:rsidR="005C6A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E37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острвске  групе: Велики  Антили, Мали А</w:t>
            </w:r>
            <w:r w:rsidR="00257A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нтили и  Бахами.Анализирамо карту и  табелу  на  стр. 161 и  тражимо</w:t>
            </w:r>
            <w:r w:rsidR="002E37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да  ученици  у  нему  карту  Средње Америке  у  Веж</w:t>
            </w:r>
            <w:r w:rsidR="00257A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банци  упишу имена дражава  на  тзв</w:t>
            </w:r>
            <w:r w:rsidR="002E37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«</w:t>
            </w:r>
            <w:r w:rsidR="00257A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копненом  мосту»</w:t>
            </w:r>
            <w:r w:rsidR="002E37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Средње  А</w:t>
            </w:r>
            <w:r w:rsidR="00257A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мерике.Истичемо  слабу  разуђеност континенталног  </w:t>
            </w:r>
            <w:r w:rsidR="002E37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 w:rsidR="00257A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ела</w:t>
            </w:r>
            <w:r w:rsidR="002E37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57A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 показује  полуострва и  заливе.</w:t>
            </w:r>
          </w:p>
          <w:p w:rsidR="00257A94" w:rsidRPr="00545C96" w:rsidRDefault="00257A94" w:rsidP="00E346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Описујемо  рељеф—истичемо </w:t>
            </w:r>
            <w:r w:rsidR="002E37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ексичку  висораван и</w:t>
            </w:r>
            <w:r w:rsidR="002E37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подсећамо  ученике да</w:t>
            </w:r>
            <w:r w:rsidR="002E37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је овај  део</w:t>
            </w:r>
            <w:r w:rsidR="005C6A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Америке,  уједно  и  део  «Ва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треног  појаса Пацифика».Показујемо на карти  вул</w:t>
            </w:r>
            <w:r w:rsidR="005C6A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ане  Оризаба  и  Попокатепетл.Наводимо  и  честе  земљотресе.Истичемо  висинску  климатску  зоналност   и  наводимо  и  укратк</w:t>
            </w:r>
            <w:r w:rsidR="002E37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  описује  висинске  зоне.За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острвски део  наводимо појаву  честих  урагана.Истичемо  сложен  расни  и  етнички  састав  становништва,  објашњавамо  порекло  становништва  и  колонијалну  прошлост.Наводимо  природна богатства,  уз  напомену  да  је  регија  привредно  недовољно  развијена Говримо  о  плантажној  пољопривреди,  наводимо  </w:t>
            </w:r>
            <w:r w:rsidR="002E37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културе,  кукуруз  нпр. и  објаш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њавамо  појам «банана републике»</w:t>
            </w:r>
            <w:r w:rsidR="002E37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Укратко  наводимо  одлике  Мексика као  најзначајније  земље  регије.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FFFFFF" w:themeFill="background1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5F784B" w:rsidRPr="00B37DAE" w:rsidTr="00E3469D">
        <w:tc>
          <w:tcPr>
            <w:tcW w:w="9468" w:type="dxa"/>
          </w:tcPr>
          <w:p w:rsidR="005F784B" w:rsidRPr="00545C96" w:rsidRDefault="002E373E" w:rsidP="00E3469D">
            <w:pPr>
              <w:spacing w:before="5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Саопштавамо ученицима  да  ураде  тражене  задатке на  немој  карти  Средње  америке  у  Вежбанци, стр. 28.</w:t>
            </w:r>
          </w:p>
        </w:tc>
      </w:tr>
      <w:tr w:rsidR="00606767" w:rsidRPr="00B80B22" w:rsidTr="00E3469D">
        <w:tc>
          <w:tcPr>
            <w:tcW w:w="9468" w:type="dxa"/>
            <w:shd w:val="clear" w:color="auto" w:fill="FFFFFF" w:themeFill="background1"/>
          </w:tcPr>
          <w:p w:rsidR="00606767" w:rsidRDefault="00606767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E3469D">
        <w:tc>
          <w:tcPr>
            <w:tcW w:w="9468" w:type="dxa"/>
          </w:tcPr>
          <w:p w:rsidR="002E373E" w:rsidRDefault="00B80B2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</w:t>
            </w:r>
            <w:r w:rsidR="002E373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СРЕДЊА  АМЕРИКА</w:t>
            </w:r>
          </w:p>
          <w:p w:rsidR="001C6C13" w:rsidRDefault="002E373E" w:rsidP="00E3469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</w:t>
            </w:r>
            <w:r w:rsidRPr="002E373E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ИСТОВРЕМЕНО  И  СЕВЕРНА</w:t>
            </w:r>
            <w:r w:rsidR="005C6A9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</w:t>
            </w:r>
            <w:r w:rsidRPr="002E373E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И  ЛАТИНСКА</w:t>
            </w:r>
            <w:r w:rsidR="00B80B22" w:rsidRPr="002E373E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      </w:t>
            </w:r>
          </w:p>
          <w:p w:rsidR="002E373E" w:rsidRPr="002E373E" w:rsidRDefault="002E373E" w:rsidP="002E373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D03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змеђу Северне и Јужне Америке;   </w:t>
            </w:r>
            <w:r w:rsidRPr="002E37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имеђу Тихог и Атлантског океана;</w:t>
            </w:r>
          </w:p>
          <w:p w:rsidR="002E373E" w:rsidRPr="002E373E" w:rsidRDefault="00D03295" w:rsidP="002E373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2E37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обухвата: </w:t>
            </w:r>
            <w:r w:rsidR="002E373E" w:rsidRPr="002E37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конинентални део – Мексико и Централна Америка,</w:t>
            </w:r>
          </w:p>
          <w:p w:rsidR="002E373E" w:rsidRPr="002E373E" w:rsidRDefault="002E373E" w:rsidP="002E373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37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</w:t>
            </w:r>
            <w:r w:rsidRPr="002E37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острвски де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 – Велики Антили, Мали Антили,  </w:t>
            </w:r>
            <w:r w:rsidRPr="002E37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Бахамска острва;</w:t>
            </w:r>
          </w:p>
          <w:p w:rsidR="002E373E" w:rsidRPr="002E373E" w:rsidRDefault="00D03295" w:rsidP="002E373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2E373E" w:rsidRPr="002E37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полуострва: Јукатан, Калифорнија;</w:t>
            </w:r>
          </w:p>
          <w:p w:rsidR="002E373E" w:rsidRPr="002E373E" w:rsidRDefault="00D03295" w:rsidP="002E373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2E373E" w:rsidRPr="002E37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рељеф – планински – Мек</w:t>
            </w:r>
            <w:r w:rsidR="002E37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сичка висораван, вулканИ   део „Ватреног појас   </w:t>
            </w:r>
            <w:r w:rsidR="002E373E" w:rsidRPr="002E37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Пацифика“</w:t>
            </w:r>
          </w:p>
          <w:p w:rsidR="002E373E" w:rsidRPr="002E373E" w:rsidRDefault="00D03295" w:rsidP="002E373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2E373E" w:rsidRPr="002E37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 –  висинска појасност:</w:t>
            </w:r>
          </w:p>
          <w:p w:rsidR="002E373E" w:rsidRPr="002E373E" w:rsidRDefault="002E373E" w:rsidP="002E373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37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„ врућа земља“ до 900 m,</w:t>
            </w:r>
          </w:p>
          <w:p w:rsidR="002E373E" w:rsidRPr="002E373E" w:rsidRDefault="002E373E" w:rsidP="002E373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37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„умерена земља“ 900 – 1800 m,</w:t>
            </w:r>
          </w:p>
          <w:p w:rsidR="002E373E" w:rsidRPr="002E373E" w:rsidRDefault="002E373E" w:rsidP="002E373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37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„свежа земља“ 1800 – 3000 m,</w:t>
            </w:r>
          </w:p>
          <w:p w:rsidR="002E373E" w:rsidRPr="002E373E" w:rsidRDefault="002E373E" w:rsidP="002E373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37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D03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</w:t>
            </w:r>
            <w:r w:rsidRPr="002E37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чести урагани.</w:t>
            </w:r>
          </w:p>
          <w:p w:rsidR="002E373E" w:rsidRPr="002E373E" w:rsidRDefault="00D03295" w:rsidP="002E373E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-д</w:t>
            </w:r>
            <w:r w:rsidR="002E373E" w:rsidRPr="002E373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ео Латинске Америке;</w:t>
            </w:r>
          </w:p>
          <w:p w:rsidR="002E373E" w:rsidRPr="002E373E" w:rsidRDefault="002E373E" w:rsidP="002E373E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2E373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сложен расни и етнички састав:</w:t>
            </w:r>
          </w:p>
          <w:p w:rsidR="002E373E" w:rsidRPr="002E373E" w:rsidRDefault="002E373E" w:rsidP="002E373E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2E373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lastRenderedPageBreak/>
              <w:t xml:space="preserve">            – староседеоци – Индијанци,</w:t>
            </w:r>
          </w:p>
          <w:p w:rsidR="002E373E" w:rsidRPr="002E373E" w:rsidRDefault="002E373E" w:rsidP="002E373E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2E373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        – досељеници из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Европе (Шпанци, Британци, Фран</w:t>
            </w:r>
            <w:r w:rsidRPr="002E373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цузи),</w:t>
            </w:r>
          </w:p>
          <w:p w:rsidR="002E373E" w:rsidRPr="002E373E" w:rsidRDefault="002E373E" w:rsidP="002E373E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2E373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         – црнци из Африке (потомци робова),</w:t>
            </w:r>
          </w:p>
          <w:p w:rsidR="002E373E" w:rsidRPr="002E373E" w:rsidRDefault="002E373E" w:rsidP="002E373E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2E373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         – мешанци – мелези;</w:t>
            </w:r>
          </w:p>
          <w:p w:rsidR="002E373E" w:rsidRPr="002E373E" w:rsidRDefault="002E373E" w:rsidP="002E373E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2E373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природна богатства: руде, н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арочито у Мексику,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 w:rsidRPr="002E373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тропске шуме;</w:t>
            </w:r>
          </w:p>
          <w:p w:rsidR="002E373E" w:rsidRPr="002E373E" w:rsidRDefault="002E373E" w:rsidP="002E373E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2E373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плантажна пољопривреда:</w:t>
            </w:r>
          </w:p>
          <w:p w:rsidR="002E373E" w:rsidRPr="002E373E" w:rsidRDefault="002E373E" w:rsidP="002E373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  </w:t>
            </w:r>
            <w:r w:rsidRPr="002E373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– банане – „банана републике“, кафа, шећерна трска, агру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ми, дуван, кукуруз – пос</w:t>
            </w:r>
          </w:p>
          <w:p w:rsidR="002E373E" w:rsidRPr="002E373E" w:rsidRDefault="002E373E" w:rsidP="002E373E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2E373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Мексико:</w:t>
            </w:r>
          </w:p>
          <w:p w:rsidR="002E373E" w:rsidRPr="005C6A94" w:rsidRDefault="002E373E" w:rsidP="002E373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    – Мексичка висораван,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 w:rsidRPr="002E373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ву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лкани (Оризаба и Попокатепетл),</w:t>
            </w:r>
            <w:bookmarkStart w:id="0" w:name="_GoBack"/>
            <w:bookmarkEnd w:id="0"/>
            <w:r w:rsidRPr="002E373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полупустиње и пустиње,</w:t>
            </w:r>
          </w:p>
          <w:p w:rsidR="002E373E" w:rsidRPr="002E373E" w:rsidRDefault="00D03295" w:rsidP="002E373E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   – 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32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милиона ст.,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</w:t>
            </w:r>
            <w:r w:rsidR="002E373E" w:rsidRPr="002E373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Сијудад Мексико – 20 милиона ст.,</w:t>
            </w:r>
          </w:p>
          <w:p w:rsidR="002E373E" w:rsidRPr="002E373E" w:rsidRDefault="00D03295" w:rsidP="002E373E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    – руде, кукуруз,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индустрија,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2E373E" w:rsidRPr="002E373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туризам.</w:t>
            </w:r>
          </w:p>
          <w:p w:rsidR="00606767" w:rsidRPr="00E3469D" w:rsidRDefault="002E373E" w:rsidP="002E373E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2E373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   </w:t>
            </w:r>
          </w:p>
        </w:tc>
      </w:tr>
      <w:tr w:rsidR="00E4334D" w:rsidRPr="003321C2" w:rsidTr="00E3469D">
        <w:tc>
          <w:tcPr>
            <w:tcW w:w="9468" w:type="dxa"/>
            <w:shd w:val="clear" w:color="auto" w:fill="FFFFFF" w:themeFill="background1"/>
          </w:tcPr>
          <w:p w:rsidR="00E4334D" w:rsidRPr="00545C96" w:rsidRDefault="00E4334D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</w:p>
        </w:tc>
      </w:tr>
    </w:tbl>
    <w:p w:rsidR="00BF20E4" w:rsidRPr="003321C2" w:rsidRDefault="00BF20E4" w:rsidP="00E3469D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211CB9"/>
    <w:multiLevelType w:val="hybridMultilevel"/>
    <w:tmpl w:val="455671D8"/>
    <w:lvl w:ilvl="0" w:tplc="C7EC382E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D1454"/>
    <w:rsid w:val="00177289"/>
    <w:rsid w:val="001C6C13"/>
    <w:rsid w:val="002365E8"/>
    <w:rsid w:val="00257A94"/>
    <w:rsid w:val="002E373E"/>
    <w:rsid w:val="003321C2"/>
    <w:rsid w:val="00391413"/>
    <w:rsid w:val="003F1D6D"/>
    <w:rsid w:val="00417219"/>
    <w:rsid w:val="00466279"/>
    <w:rsid w:val="004C7CD5"/>
    <w:rsid w:val="00545C96"/>
    <w:rsid w:val="005C6A94"/>
    <w:rsid w:val="005E6F4A"/>
    <w:rsid w:val="005F7634"/>
    <w:rsid w:val="005F784B"/>
    <w:rsid w:val="00605D58"/>
    <w:rsid w:val="00606767"/>
    <w:rsid w:val="00664F16"/>
    <w:rsid w:val="00670648"/>
    <w:rsid w:val="006F2937"/>
    <w:rsid w:val="007E6623"/>
    <w:rsid w:val="00854D2A"/>
    <w:rsid w:val="008F0F0B"/>
    <w:rsid w:val="00942ED0"/>
    <w:rsid w:val="0096516D"/>
    <w:rsid w:val="009A3B0C"/>
    <w:rsid w:val="00A17F87"/>
    <w:rsid w:val="00A45210"/>
    <w:rsid w:val="00A47E59"/>
    <w:rsid w:val="00AB78A4"/>
    <w:rsid w:val="00B37DAE"/>
    <w:rsid w:val="00B80B22"/>
    <w:rsid w:val="00BA107D"/>
    <w:rsid w:val="00BF20E4"/>
    <w:rsid w:val="00C379D6"/>
    <w:rsid w:val="00C70D9C"/>
    <w:rsid w:val="00C81044"/>
    <w:rsid w:val="00CC0911"/>
    <w:rsid w:val="00D03295"/>
    <w:rsid w:val="00D0461E"/>
    <w:rsid w:val="00DB7062"/>
    <w:rsid w:val="00DE65D7"/>
    <w:rsid w:val="00E3469D"/>
    <w:rsid w:val="00E4334D"/>
    <w:rsid w:val="00F05659"/>
    <w:rsid w:val="00F137B9"/>
    <w:rsid w:val="00F3527B"/>
    <w:rsid w:val="00F5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0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39564B-5AB9-4DEE-9E14-1082C1C20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2</TotalTime>
  <Pages>3</Pages>
  <Words>888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3</cp:revision>
  <dcterms:created xsi:type="dcterms:W3CDTF">2020-07-06T10:43:00Z</dcterms:created>
  <dcterms:modified xsi:type="dcterms:W3CDTF">2020-07-07T17:34:00Z</dcterms:modified>
</cp:coreProperties>
</file>